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56C5" w14:textId="5F8314CA" w:rsidR="00606378" w:rsidRDefault="00606378" w:rsidP="00606378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80595C" wp14:editId="168B3025">
            <wp:simplePos x="0" y="0"/>
            <wp:positionH relativeFrom="column">
              <wp:posOffset>7419975</wp:posOffset>
            </wp:positionH>
            <wp:positionV relativeFrom="paragraph">
              <wp:posOffset>-1</wp:posOffset>
            </wp:positionV>
            <wp:extent cx="2295525" cy="800491"/>
            <wp:effectExtent l="0" t="0" r="0" b="0"/>
            <wp:wrapNone/>
            <wp:docPr id="523775255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75255" name="Picture 1" descr="A black background with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14" cy="80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C1D">
        <w:rPr>
          <w:b/>
          <w:bCs/>
        </w:rPr>
        <w:t xml:space="preserve"> Physical Science</w:t>
      </w:r>
      <w:r>
        <w:rPr>
          <w:b/>
          <w:bCs/>
        </w:rPr>
        <w:t xml:space="preserve"> - </w:t>
      </w:r>
      <w:r w:rsidRPr="00514C1D">
        <w:rPr>
          <w:b/>
          <w:bCs/>
        </w:rPr>
        <w:t xml:space="preserve">Investigating </w:t>
      </w:r>
      <w:r w:rsidR="00C01568">
        <w:rPr>
          <w:b/>
          <w:bCs/>
        </w:rPr>
        <w:t xml:space="preserve">the forces affecting turtle </w:t>
      </w:r>
      <w:proofErr w:type="gramStart"/>
      <w:r w:rsidR="00C01568">
        <w:rPr>
          <w:b/>
          <w:bCs/>
        </w:rPr>
        <w:t>movement</w:t>
      </w:r>
      <w:proofErr w:type="gramEnd"/>
    </w:p>
    <w:p w14:paraId="0B5EEC78" w14:textId="77777777" w:rsidR="00606378" w:rsidRPr="00606378" w:rsidRDefault="00606378" w:rsidP="00606378">
      <w:pPr>
        <w:jc w:val="center"/>
        <w:rPr>
          <w:b/>
          <w:bCs/>
        </w:rPr>
      </w:pPr>
    </w:p>
    <w:p w14:paraId="0E5C11C2" w14:textId="79574D3F" w:rsidR="00606378" w:rsidRPr="00606378" w:rsidRDefault="00606378" w:rsidP="00606378">
      <w:pPr>
        <w:rPr>
          <w:b/>
          <w:bCs/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29697" wp14:editId="6CF0CB8D">
                <wp:simplePos x="0" y="0"/>
                <wp:positionH relativeFrom="column">
                  <wp:posOffset>-136120</wp:posOffset>
                </wp:positionH>
                <wp:positionV relativeFrom="paragraph">
                  <wp:posOffset>308091</wp:posOffset>
                </wp:positionV>
                <wp:extent cx="4206240" cy="2560320"/>
                <wp:effectExtent l="19050" t="0" r="41910" b="30480"/>
                <wp:wrapNone/>
                <wp:docPr id="1334102826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6240" cy="256032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15E1E8" w14:textId="36852C0B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SEE?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9697" id="Cloud 1" o:spid="_x0000_s1026" style="position:absolute;margin-left:-10.7pt;margin-top:24.25pt;width:331.2pt;height:20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56942,1551424;210312,1504188;674556,2068347;566674,2090928;1604408,2316734;1539367,2213610;2806789,2059576;2780792,2172716;3323027,1360407;3639566,1783334;4069732,909980;3928745,1068578;3731480,321581;3738880,396494;2831228,234222;2903474,138684;2155795,279739;2190750,197358;1363133,307713;1489710,387604;401832,935761;379730,851662" o:connectangles="0,0,0,0,0,0,0,0,0,0,0,0,0,0,0,0,0,0,0,0,0,0" textboxrect="0,0,43200,43200"/>
                <v:textbox>
                  <w:txbxContent>
                    <w:p w14:paraId="0815E1E8" w14:textId="36852C0B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SEE?</w:t>
                      </w:r>
                    </w:p>
                  </w:txbxContent>
                </v:textbox>
              </v:shape>
            </w:pict>
          </mc:Fallback>
        </mc:AlternateContent>
      </w:r>
      <w:r w:rsidRPr="00606378">
        <w:rPr>
          <w:b/>
          <w:bCs/>
          <w:color w:val="2F5496" w:themeColor="accent1" w:themeShade="BF"/>
        </w:rPr>
        <w:t>Watching the turtle in the ocean, what do you…</w:t>
      </w:r>
    </w:p>
    <w:p w14:paraId="4B3F54BA" w14:textId="274ABD92" w:rsidR="00606378" w:rsidRDefault="00606378" w:rsidP="00606378">
      <w:pPr>
        <w:rPr>
          <w:color w:val="2F5496" w:themeColor="accent1" w:themeShade="BF"/>
        </w:rPr>
      </w:pPr>
    </w:p>
    <w:p w14:paraId="03E4704C" w14:textId="4111462B" w:rsidR="00606378" w:rsidRDefault="00606378" w:rsidP="00606378">
      <w:pPr>
        <w:rPr>
          <w:color w:val="2F5496" w:themeColor="accent1" w:themeShade="BF"/>
        </w:rPr>
      </w:pPr>
    </w:p>
    <w:p w14:paraId="4C23BEB5" w14:textId="6EBF6B9D" w:rsidR="00606378" w:rsidRDefault="00606378" w:rsidP="00606378">
      <w:pPr>
        <w:rPr>
          <w:color w:val="2F5496" w:themeColor="accent1" w:themeShade="BF"/>
        </w:rPr>
      </w:pPr>
    </w:p>
    <w:p w14:paraId="53574E83" w14:textId="77777777" w:rsidR="00606378" w:rsidRDefault="00606378" w:rsidP="00606378">
      <w:pPr>
        <w:rPr>
          <w:color w:val="2F5496" w:themeColor="accent1" w:themeShade="BF"/>
        </w:rPr>
      </w:pPr>
    </w:p>
    <w:p w14:paraId="60EEDC5E" w14:textId="0B7DA668" w:rsidR="00606378" w:rsidRDefault="00606378" w:rsidP="00606378">
      <w:pPr>
        <w:rPr>
          <w:color w:val="2F5496" w:themeColor="accent1" w:themeShade="BF"/>
        </w:rPr>
      </w:pPr>
    </w:p>
    <w:p w14:paraId="10519233" w14:textId="70C24D18" w:rsidR="00606378" w:rsidRDefault="00606378" w:rsidP="00606378">
      <w:pPr>
        <w:rPr>
          <w:color w:val="2F5496" w:themeColor="accent1" w:themeShade="BF"/>
        </w:rPr>
      </w:pPr>
    </w:p>
    <w:p w14:paraId="6E36C7F2" w14:textId="02FDA7F6" w:rsidR="00606378" w:rsidRDefault="00606378" w:rsidP="00606378">
      <w:pPr>
        <w:rPr>
          <w:color w:val="2F5496" w:themeColor="accent1" w:themeShade="BF"/>
        </w:rPr>
      </w:pPr>
    </w:p>
    <w:p w14:paraId="3CBD5D83" w14:textId="15445A50" w:rsidR="00606378" w:rsidRDefault="00606378" w:rsidP="00606378">
      <w:pPr>
        <w:rPr>
          <w:color w:val="2F5496" w:themeColor="accent1" w:themeShade="BF"/>
        </w:rPr>
      </w:pPr>
    </w:p>
    <w:p w14:paraId="27863886" w14:textId="29865E9E" w:rsidR="00606378" w:rsidRDefault="00606378" w:rsidP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037F3" wp14:editId="0F52F893">
                <wp:simplePos x="0" y="0"/>
                <wp:positionH relativeFrom="column">
                  <wp:posOffset>1753177</wp:posOffset>
                </wp:positionH>
                <wp:positionV relativeFrom="paragraph">
                  <wp:posOffset>247477</wp:posOffset>
                </wp:positionV>
                <wp:extent cx="4594514" cy="2834640"/>
                <wp:effectExtent l="19050" t="0" r="34925" b="41910"/>
                <wp:wrapNone/>
                <wp:docPr id="639520602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514" cy="283464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F2058" w14:textId="580FBD48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THINK</w:t>
                            </w: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037F3" id="_x0000_s1027" style="position:absolute;margin-left:138.05pt;margin-top:19.5pt;width:361.75pt;height:2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99122,1717647;229726,1665351;736824,2289956;618983,2314956;1752509,2564955;1681464,2450782;3065881,2280245;3037484,2405507;3629772,1506165;3975531,1974405;4445405,1007478;4291404,1183068;4075930,356036;4084012,438975;3092576,259317;3171491,153543;2354795,309711;2392976,218503;1488963,340682;1627224,429133;438925,1036022;414783,942911" o:connectangles="0,0,0,0,0,0,0,0,0,0,0,0,0,0,0,0,0,0,0,0,0,0" textboxrect="0,0,43200,43200"/>
                <v:textbox>
                  <w:txbxContent>
                    <w:p w14:paraId="5F4F2058" w14:textId="580FBD48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THINK</w:t>
                      </w: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41280DDC" w14:textId="6B2EDBEB" w:rsidR="00606378" w:rsidRDefault="00606378" w:rsidP="00606378">
      <w:pPr>
        <w:rPr>
          <w:color w:val="2F5496" w:themeColor="accent1" w:themeShade="BF"/>
        </w:rPr>
      </w:pPr>
    </w:p>
    <w:p w14:paraId="3430D467" w14:textId="337EFB95" w:rsidR="00606378" w:rsidRDefault="00606378" w:rsidP="00606378">
      <w:pPr>
        <w:rPr>
          <w:color w:val="2F5496" w:themeColor="accent1" w:themeShade="BF"/>
        </w:rPr>
      </w:pPr>
    </w:p>
    <w:p w14:paraId="576A2D0A" w14:textId="7151E7B4" w:rsidR="00606378" w:rsidRDefault="00606378" w:rsidP="00606378">
      <w:pPr>
        <w:rPr>
          <w:color w:val="2F5496" w:themeColor="accent1" w:themeShade="BF"/>
        </w:rPr>
      </w:pPr>
    </w:p>
    <w:p w14:paraId="2A77AE3E" w14:textId="77777777" w:rsidR="00606378" w:rsidRDefault="00606378" w:rsidP="00606378">
      <w:pPr>
        <w:rPr>
          <w:color w:val="2F5496" w:themeColor="accent1" w:themeShade="BF"/>
        </w:rPr>
      </w:pPr>
    </w:p>
    <w:p w14:paraId="3C598818" w14:textId="309BEF8B" w:rsidR="00606378" w:rsidRDefault="00606378" w:rsidP="00606378">
      <w:pPr>
        <w:rPr>
          <w:color w:val="2F5496" w:themeColor="accent1" w:themeShade="BF"/>
        </w:rPr>
      </w:pPr>
    </w:p>
    <w:p w14:paraId="4812E002" w14:textId="77777777" w:rsidR="00606378" w:rsidRDefault="00606378" w:rsidP="00606378">
      <w:pPr>
        <w:rPr>
          <w:color w:val="2F5496" w:themeColor="accent1" w:themeShade="BF"/>
        </w:rPr>
      </w:pPr>
    </w:p>
    <w:p w14:paraId="08B3BADE" w14:textId="3F3DD985" w:rsidR="00606378" w:rsidRDefault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1E8F5" wp14:editId="7CADB64D">
                <wp:simplePos x="0" y="0"/>
                <wp:positionH relativeFrom="column">
                  <wp:posOffset>-556491</wp:posOffset>
                </wp:positionH>
                <wp:positionV relativeFrom="paragraph">
                  <wp:posOffset>1164359</wp:posOffset>
                </wp:positionV>
                <wp:extent cx="4569576" cy="2693323"/>
                <wp:effectExtent l="19050" t="0" r="40640" b="31115"/>
                <wp:wrapNone/>
                <wp:docPr id="1540196374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9576" cy="2693323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9B2AE" w14:textId="61E281C7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WONDER</w:t>
                            </w: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1E8F5" id="_x0000_s1028" style="position:absolute;margin-left:-43.8pt;margin-top:91.7pt;width:359.8pt;height:21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96413,1632017;228479,1582327;732825,2175794;615623,2199547;1742997,2437083;1672338,2328602;3049240,2166566;3020997,2285584;3610071,1431077;3953953,1875974;4421276,957252;4268111,1124088;4053806,338286;4061845,417091;3075790,246389;3154277,145888;2342013,294270;2379988,207610;1480881,323698;1618392,407739;436543,984372;412531,895904" o:connectangles="0,0,0,0,0,0,0,0,0,0,0,0,0,0,0,0,0,0,0,0,0,0" textboxrect="0,0,43200,43200"/>
                <v:textbox>
                  <w:txbxContent>
                    <w:p w14:paraId="43A9B2AE" w14:textId="61E281C7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WONDER</w:t>
                      </w: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496" w:themeColor="accent1" w:themeShade="BF"/>
        </w:rPr>
        <w:br w:type="page"/>
      </w:r>
    </w:p>
    <w:p w14:paraId="66ED7ACA" w14:textId="6E8D4DB0" w:rsidR="00606378" w:rsidRPr="00606378" w:rsidRDefault="00606378" w:rsidP="00606378">
      <w:pPr>
        <w:rPr>
          <w:b/>
          <w:bCs/>
          <w:color w:val="2F5496" w:themeColor="accent1" w:themeShade="B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0009B" wp14:editId="6833FF9D">
                <wp:simplePos x="0" y="0"/>
                <wp:positionH relativeFrom="column">
                  <wp:posOffset>-136120</wp:posOffset>
                </wp:positionH>
                <wp:positionV relativeFrom="paragraph">
                  <wp:posOffset>308091</wp:posOffset>
                </wp:positionV>
                <wp:extent cx="4206240" cy="2560320"/>
                <wp:effectExtent l="19050" t="0" r="41910" b="30480"/>
                <wp:wrapNone/>
                <wp:docPr id="71250729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6240" cy="256032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CEA998" w14:textId="77777777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SEE?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0009B" id="_x0000_s1029" style="position:absolute;margin-left:-10.7pt;margin-top:24.25pt;width:331.2pt;height:20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56942,1551424;210312,1504188;674556,2068347;566674,2090928;1604408,2316734;1539367,2213610;2806789,2059576;2780792,2172716;3323027,1360407;3639566,1783334;4069732,909980;3928745,1068578;3731480,321581;3738880,396494;2831228,234222;2903474,138684;2155795,279739;2190750,197358;1363133,307713;1489710,387604;401832,935761;379730,851662" o:connectangles="0,0,0,0,0,0,0,0,0,0,0,0,0,0,0,0,0,0,0,0,0,0" textboxrect="0,0,43200,43200"/>
                <v:textbox>
                  <w:txbxContent>
                    <w:p w14:paraId="42CEA998" w14:textId="77777777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SEE?</w:t>
                      </w:r>
                    </w:p>
                  </w:txbxContent>
                </v:textbox>
              </v:shape>
            </w:pict>
          </mc:Fallback>
        </mc:AlternateContent>
      </w:r>
      <w:r w:rsidRPr="00606378">
        <w:rPr>
          <w:b/>
          <w:bCs/>
          <w:color w:val="2F5496" w:themeColor="accent1" w:themeShade="BF"/>
        </w:rPr>
        <w:t xml:space="preserve">Watching the turtle </w:t>
      </w:r>
      <w:r>
        <w:rPr>
          <w:b/>
          <w:bCs/>
          <w:color w:val="2F5496" w:themeColor="accent1" w:themeShade="BF"/>
        </w:rPr>
        <w:t>on land</w:t>
      </w:r>
      <w:r w:rsidRPr="00606378">
        <w:rPr>
          <w:b/>
          <w:bCs/>
          <w:color w:val="2F5496" w:themeColor="accent1" w:themeShade="BF"/>
        </w:rPr>
        <w:t>, what do you…</w:t>
      </w:r>
    </w:p>
    <w:p w14:paraId="3F8C8AEC" w14:textId="77777777" w:rsidR="00606378" w:rsidRDefault="00606378" w:rsidP="00606378">
      <w:pPr>
        <w:rPr>
          <w:color w:val="2F5496" w:themeColor="accent1" w:themeShade="BF"/>
        </w:rPr>
      </w:pPr>
    </w:p>
    <w:p w14:paraId="0DBA5D06" w14:textId="77777777" w:rsidR="00606378" w:rsidRDefault="00606378" w:rsidP="00606378">
      <w:pPr>
        <w:rPr>
          <w:color w:val="2F5496" w:themeColor="accent1" w:themeShade="BF"/>
        </w:rPr>
      </w:pPr>
    </w:p>
    <w:p w14:paraId="418F6820" w14:textId="77777777" w:rsidR="00606378" w:rsidRDefault="00606378" w:rsidP="00606378">
      <w:pPr>
        <w:rPr>
          <w:color w:val="2F5496" w:themeColor="accent1" w:themeShade="BF"/>
        </w:rPr>
      </w:pPr>
    </w:p>
    <w:p w14:paraId="359A6F43" w14:textId="77777777" w:rsidR="00606378" w:rsidRDefault="00606378" w:rsidP="00606378">
      <w:pPr>
        <w:rPr>
          <w:color w:val="2F5496" w:themeColor="accent1" w:themeShade="BF"/>
        </w:rPr>
      </w:pPr>
    </w:p>
    <w:p w14:paraId="00AB3CCD" w14:textId="77777777" w:rsidR="00606378" w:rsidRDefault="00606378" w:rsidP="00606378">
      <w:pPr>
        <w:rPr>
          <w:color w:val="2F5496" w:themeColor="accent1" w:themeShade="BF"/>
        </w:rPr>
      </w:pPr>
    </w:p>
    <w:p w14:paraId="444847AF" w14:textId="77777777" w:rsidR="00606378" w:rsidRDefault="00606378" w:rsidP="00606378">
      <w:pPr>
        <w:rPr>
          <w:color w:val="2F5496" w:themeColor="accent1" w:themeShade="BF"/>
        </w:rPr>
      </w:pPr>
    </w:p>
    <w:p w14:paraId="23F2DBCB" w14:textId="77777777" w:rsidR="00606378" w:rsidRDefault="00606378" w:rsidP="00606378">
      <w:pPr>
        <w:rPr>
          <w:color w:val="2F5496" w:themeColor="accent1" w:themeShade="BF"/>
        </w:rPr>
      </w:pPr>
    </w:p>
    <w:p w14:paraId="36E6CA2C" w14:textId="77777777" w:rsidR="00606378" w:rsidRDefault="00606378" w:rsidP="00606378">
      <w:pPr>
        <w:rPr>
          <w:color w:val="2F5496" w:themeColor="accent1" w:themeShade="BF"/>
        </w:rPr>
      </w:pPr>
    </w:p>
    <w:p w14:paraId="4EE6C224" w14:textId="77777777" w:rsidR="00606378" w:rsidRDefault="00606378" w:rsidP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22AEA" wp14:editId="589516AB">
                <wp:simplePos x="0" y="0"/>
                <wp:positionH relativeFrom="column">
                  <wp:posOffset>1753177</wp:posOffset>
                </wp:positionH>
                <wp:positionV relativeFrom="paragraph">
                  <wp:posOffset>247477</wp:posOffset>
                </wp:positionV>
                <wp:extent cx="4594514" cy="2834640"/>
                <wp:effectExtent l="19050" t="0" r="34925" b="41910"/>
                <wp:wrapNone/>
                <wp:docPr id="75509675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514" cy="283464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52321" w14:textId="77777777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THINK</w:t>
                            </w: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22AEA" id="_x0000_s1030" style="position:absolute;margin-left:138.05pt;margin-top:19.5pt;width:361.75pt;height:22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99122,1717647;229726,1665351;736824,2289956;618983,2314956;1752509,2564955;1681464,2450782;3065881,2280245;3037484,2405507;3629772,1506165;3975531,1974405;4445405,1007478;4291404,1183068;4075930,356036;4084012,438975;3092576,259317;3171491,153543;2354795,309711;2392976,218503;1488963,340682;1627224,429133;438925,1036022;414783,942911" o:connectangles="0,0,0,0,0,0,0,0,0,0,0,0,0,0,0,0,0,0,0,0,0,0" textboxrect="0,0,43200,43200"/>
                <v:textbox>
                  <w:txbxContent>
                    <w:p w14:paraId="5E952321" w14:textId="77777777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THINK</w:t>
                      </w: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05B2B5D9" w14:textId="77777777" w:rsidR="00606378" w:rsidRDefault="00606378" w:rsidP="00606378">
      <w:pPr>
        <w:rPr>
          <w:color w:val="2F5496" w:themeColor="accent1" w:themeShade="BF"/>
        </w:rPr>
      </w:pPr>
    </w:p>
    <w:p w14:paraId="33F70659" w14:textId="77777777" w:rsidR="00606378" w:rsidRDefault="00606378" w:rsidP="00606378">
      <w:pPr>
        <w:rPr>
          <w:color w:val="2F5496" w:themeColor="accent1" w:themeShade="BF"/>
        </w:rPr>
      </w:pPr>
    </w:p>
    <w:p w14:paraId="26BB46DF" w14:textId="77777777" w:rsidR="00606378" w:rsidRDefault="00606378" w:rsidP="00606378">
      <w:pPr>
        <w:rPr>
          <w:color w:val="2F5496" w:themeColor="accent1" w:themeShade="BF"/>
        </w:rPr>
      </w:pPr>
    </w:p>
    <w:p w14:paraId="799A97E0" w14:textId="77777777" w:rsidR="00606378" w:rsidRDefault="00606378" w:rsidP="00606378">
      <w:pPr>
        <w:rPr>
          <w:color w:val="2F5496" w:themeColor="accent1" w:themeShade="BF"/>
        </w:rPr>
      </w:pPr>
    </w:p>
    <w:p w14:paraId="3AC1556D" w14:textId="77777777" w:rsidR="00606378" w:rsidRDefault="00606378" w:rsidP="00606378">
      <w:pPr>
        <w:rPr>
          <w:color w:val="2F5496" w:themeColor="accent1" w:themeShade="BF"/>
        </w:rPr>
      </w:pPr>
    </w:p>
    <w:p w14:paraId="25F7038D" w14:textId="77777777" w:rsidR="00606378" w:rsidRPr="00606378" w:rsidRDefault="00606378" w:rsidP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9378C8" wp14:editId="368D889E">
                <wp:simplePos x="0" y="0"/>
                <wp:positionH relativeFrom="column">
                  <wp:posOffset>-523413</wp:posOffset>
                </wp:positionH>
                <wp:positionV relativeFrom="paragraph">
                  <wp:posOffset>1493174</wp:posOffset>
                </wp:positionV>
                <wp:extent cx="4569576" cy="2693323"/>
                <wp:effectExtent l="19050" t="0" r="40640" b="31115"/>
                <wp:wrapNone/>
                <wp:docPr id="1300663436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9576" cy="2693323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95B9C" w14:textId="77777777" w:rsidR="00606378" w:rsidRPr="00606378" w:rsidRDefault="00606378" w:rsidP="0060637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WONDER</w:t>
                            </w:r>
                            <w:r w:rsidRPr="00606378">
                              <w:rPr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378C8" id="_x0000_s1031" style="position:absolute;margin-left:-41.2pt;margin-top:117.55pt;width:359.8pt;height:2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496413,1632017;228479,1582327;732825,2175794;615623,2199547;1742997,2437083;1672338,2328602;3049240,2166566;3020997,2285584;3610071,1431077;3953953,1875974;4421276,957252;4268111,1124088;4053806,338286;4061845,417091;3075790,246389;3154277,145888;2342013,294270;2379988,207610;1480881,323698;1618392,407739;436543,984372;412531,895904" o:connectangles="0,0,0,0,0,0,0,0,0,0,0,0,0,0,0,0,0,0,0,0,0,0" textboxrect="0,0,43200,43200"/>
                <v:textbox>
                  <w:txbxContent>
                    <w:p w14:paraId="11895B9C" w14:textId="77777777" w:rsidR="00606378" w:rsidRPr="00606378" w:rsidRDefault="00606378" w:rsidP="0060637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WONDER</w:t>
                      </w:r>
                      <w:r w:rsidRPr="00606378">
                        <w:rPr>
                          <w:color w:val="000000" w:themeColor="text1"/>
                          <w:sz w:val="52"/>
                          <w:szCs w:val="5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30F24E4" w14:textId="5799B83D" w:rsidR="00606378" w:rsidRDefault="00606378" w:rsidP="00606378">
      <w:pPr>
        <w:rPr>
          <w:color w:val="2F5496" w:themeColor="accent1" w:themeShade="BF"/>
        </w:rPr>
      </w:pPr>
    </w:p>
    <w:p w14:paraId="60C11EF7" w14:textId="77777777" w:rsidR="00606378" w:rsidRDefault="00606378" w:rsidP="00606378">
      <w:pPr>
        <w:rPr>
          <w:color w:val="2F5496" w:themeColor="accent1" w:themeShade="BF"/>
        </w:rPr>
      </w:pPr>
    </w:p>
    <w:p w14:paraId="5039252F" w14:textId="77777777" w:rsidR="00606378" w:rsidRDefault="00606378" w:rsidP="00606378">
      <w:pPr>
        <w:rPr>
          <w:color w:val="2F5496" w:themeColor="accent1" w:themeShade="BF"/>
        </w:rPr>
      </w:pPr>
    </w:p>
    <w:p w14:paraId="2EC3F46C" w14:textId="77777777" w:rsidR="00606378" w:rsidRDefault="00606378" w:rsidP="00606378">
      <w:pPr>
        <w:rPr>
          <w:color w:val="2F5496" w:themeColor="accent1" w:themeShade="BF"/>
        </w:rPr>
      </w:pPr>
    </w:p>
    <w:p w14:paraId="2EFCB119" w14:textId="77777777" w:rsidR="00606378" w:rsidRDefault="00606378" w:rsidP="00606378">
      <w:pPr>
        <w:rPr>
          <w:color w:val="2F5496" w:themeColor="accent1" w:themeShade="BF"/>
        </w:rPr>
      </w:pPr>
    </w:p>
    <w:p w14:paraId="67B62D98" w14:textId="77777777" w:rsidR="00606378" w:rsidRDefault="00606378" w:rsidP="00606378">
      <w:pPr>
        <w:rPr>
          <w:color w:val="2F5496" w:themeColor="accent1" w:themeShade="BF"/>
        </w:rPr>
      </w:pPr>
    </w:p>
    <w:p w14:paraId="46982487" w14:textId="77777777" w:rsidR="00606378" w:rsidRDefault="00606378" w:rsidP="00606378">
      <w:pPr>
        <w:rPr>
          <w:color w:val="2F5496" w:themeColor="accent1" w:themeShade="BF"/>
        </w:rPr>
      </w:pPr>
    </w:p>
    <w:p w14:paraId="7B2D7807" w14:textId="77777777" w:rsidR="00606378" w:rsidRDefault="00606378" w:rsidP="00606378">
      <w:pPr>
        <w:rPr>
          <w:color w:val="2F5496" w:themeColor="accent1" w:themeShade="BF"/>
        </w:rPr>
      </w:pPr>
    </w:p>
    <w:p w14:paraId="5681F7AF" w14:textId="77777777" w:rsidR="00606378" w:rsidRDefault="00606378" w:rsidP="00606378">
      <w:pPr>
        <w:rPr>
          <w:color w:val="2F5496" w:themeColor="accent1" w:themeShade="BF"/>
        </w:rPr>
      </w:pPr>
    </w:p>
    <w:p w14:paraId="6D83AA4E" w14:textId="77777777" w:rsidR="00606378" w:rsidRDefault="00606378" w:rsidP="00606378">
      <w:pPr>
        <w:rPr>
          <w:color w:val="2F5496" w:themeColor="accent1" w:themeShade="BF"/>
        </w:rPr>
      </w:pPr>
    </w:p>
    <w:p w14:paraId="24A8C378" w14:textId="77777777" w:rsidR="00606378" w:rsidRDefault="00606378" w:rsidP="00606378">
      <w:pPr>
        <w:rPr>
          <w:color w:val="2F5496" w:themeColor="accent1" w:themeShade="BF"/>
        </w:rPr>
      </w:pPr>
    </w:p>
    <w:p w14:paraId="64D4821A" w14:textId="77777777" w:rsidR="00606378" w:rsidRDefault="00606378" w:rsidP="00606378">
      <w:pPr>
        <w:rPr>
          <w:color w:val="2F5496" w:themeColor="accent1" w:themeShade="BF"/>
        </w:rPr>
      </w:pPr>
    </w:p>
    <w:p w14:paraId="7989351E" w14:textId="77777777" w:rsidR="00606378" w:rsidRDefault="00606378" w:rsidP="00606378">
      <w:pPr>
        <w:rPr>
          <w:color w:val="2F5496" w:themeColor="accent1" w:themeShade="BF"/>
        </w:rPr>
      </w:pPr>
    </w:p>
    <w:p w14:paraId="33C8CD89" w14:textId="3E8B15CE" w:rsidR="00606378" w:rsidRDefault="00606378" w:rsidP="00606378">
      <w:pPr>
        <w:rPr>
          <w:color w:val="2F5496" w:themeColor="accent1" w:themeShade="BF"/>
        </w:rPr>
      </w:pPr>
    </w:p>
    <w:p w14:paraId="6930147F" w14:textId="2460F4F9" w:rsidR="00606378" w:rsidRDefault="00606378" w:rsidP="00606378">
      <w:pPr>
        <w:rPr>
          <w:b/>
          <w:bCs/>
          <w:color w:val="000000" w:themeColor="text1"/>
        </w:rPr>
      </w:pPr>
      <w:r w:rsidRPr="00606378">
        <w:rPr>
          <w:b/>
          <w:bCs/>
          <w:color w:val="000000" w:themeColor="text1"/>
        </w:rPr>
        <w:t>How does being on land or in the ocean change how much force is needed by the turtle to move?</w:t>
      </w:r>
    </w:p>
    <w:p w14:paraId="1B41D448" w14:textId="77777777" w:rsidR="00606378" w:rsidRPr="00606378" w:rsidRDefault="00606378" w:rsidP="00606378">
      <w:pPr>
        <w:pBdr>
          <w:bottom w:val="single" w:sz="4" w:space="1" w:color="auto"/>
        </w:pBdr>
        <w:rPr>
          <w:b/>
          <w:bCs/>
          <w:color w:val="000000" w:themeColor="text1"/>
        </w:rPr>
      </w:pPr>
    </w:p>
    <w:sectPr w:rsidR="00606378" w:rsidRPr="00606378" w:rsidSect="00866B48">
      <w:headerReference w:type="default" r:id="rId7"/>
      <w:footerReference w:type="default" r:id="rId8"/>
      <w:pgSz w:w="11906" w:h="16838"/>
      <w:pgMar w:top="1560" w:right="144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63C7" w14:textId="77777777" w:rsidR="00606378" w:rsidRDefault="00606378" w:rsidP="00866B48">
      <w:pPr>
        <w:spacing w:after="0" w:line="240" w:lineRule="auto"/>
      </w:pPr>
      <w:r>
        <w:separator/>
      </w:r>
    </w:p>
  </w:endnote>
  <w:endnote w:type="continuationSeparator" w:id="0">
    <w:p w14:paraId="68DC295B" w14:textId="77777777" w:rsidR="00606378" w:rsidRDefault="00606378" w:rsidP="0086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C75C" w14:textId="77777777" w:rsidR="00866B48" w:rsidRDefault="00866B48">
    <w:pPr>
      <w:pStyle w:val="Footer"/>
    </w:pPr>
    <w:r w:rsidRPr="00866B48">
      <w:rPr>
        <w:noProof/>
      </w:rPr>
      <w:drawing>
        <wp:anchor distT="0" distB="0" distL="114300" distR="114300" simplePos="0" relativeHeight="251661312" behindDoc="1" locked="0" layoutInCell="1" allowOverlap="1" wp14:anchorId="4383CC07" wp14:editId="3236F8DE">
          <wp:simplePos x="0" y="0"/>
          <wp:positionH relativeFrom="page">
            <wp:align>right</wp:align>
          </wp:positionH>
          <wp:positionV relativeFrom="paragraph">
            <wp:posOffset>458470</wp:posOffset>
          </wp:positionV>
          <wp:extent cx="7545788" cy="151317"/>
          <wp:effectExtent l="0" t="0" r="0" b="1270"/>
          <wp:wrapNone/>
          <wp:docPr id="1131038375" name="Picture 1131038375">
            <a:extLst xmlns:a="http://schemas.openxmlformats.org/drawingml/2006/main">
              <a:ext uri="{FF2B5EF4-FFF2-40B4-BE49-F238E27FC236}">
                <a16:creationId xmlns:a16="http://schemas.microsoft.com/office/drawing/2014/main" id="{2A291A03-C5A3-0A6B-C66F-5FAF6576464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>
                    <a:extLst>
                      <a:ext uri="{FF2B5EF4-FFF2-40B4-BE49-F238E27FC236}">
                        <a16:creationId xmlns:a16="http://schemas.microsoft.com/office/drawing/2014/main" id="{2A291A03-C5A3-0A6B-C66F-5FAF6576464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788" cy="151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E4C" w14:textId="77777777" w:rsidR="00606378" w:rsidRDefault="00606378" w:rsidP="00866B48">
      <w:pPr>
        <w:spacing w:after="0" w:line="240" w:lineRule="auto"/>
      </w:pPr>
      <w:r>
        <w:separator/>
      </w:r>
    </w:p>
  </w:footnote>
  <w:footnote w:type="continuationSeparator" w:id="0">
    <w:p w14:paraId="7CB15C5B" w14:textId="77777777" w:rsidR="00606378" w:rsidRDefault="00606378" w:rsidP="00866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505F" w14:textId="77777777" w:rsidR="00866B48" w:rsidRDefault="00866B48">
    <w:pPr>
      <w:pStyle w:val="Header"/>
    </w:pPr>
    <w:r w:rsidRPr="00866B48">
      <w:rPr>
        <w:noProof/>
      </w:rPr>
      <w:drawing>
        <wp:anchor distT="0" distB="0" distL="114300" distR="114300" simplePos="0" relativeHeight="251660288" behindDoc="1" locked="0" layoutInCell="1" allowOverlap="1" wp14:anchorId="3C11BBB3" wp14:editId="0F5AA77C">
          <wp:simplePos x="0" y="0"/>
          <wp:positionH relativeFrom="margin">
            <wp:posOffset>1128616</wp:posOffset>
          </wp:positionH>
          <wp:positionV relativeFrom="paragraph">
            <wp:posOffset>-401292</wp:posOffset>
          </wp:positionV>
          <wp:extent cx="1687104" cy="589032"/>
          <wp:effectExtent l="0" t="0" r="0" b="0"/>
          <wp:wrapNone/>
          <wp:docPr id="634193497" name="Picture 634193497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96BFA00-3B63-22EC-2E02-B956C274E0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Text&#10;&#10;Description automatically generated">
                    <a:extLst>
                      <a:ext uri="{FF2B5EF4-FFF2-40B4-BE49-F238E27FC236}">
                        <a16:creationId xmlns:a16="http://schemas.microsoft.com/office/drawing/2014/main" id="{D96BFA00-3B63-22EC-2E02-B956C274E00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104" cy="589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6B48">
      <w:rPr>
        <w:noProof/>
      </w:rPr>
      <w:drawing>
        <wp:anchor distT="0" distB="0" distL="114300" distR="114300" simplePos="0" relativeHeight="251659264" behindDoc="1" locked="0" layoutInCell="1" allowOverlap="1" wp14:anchorId="23D7F147" wp14:editId="2E4FF13C">
          <wp:simplePos x="0" y="0"/>
          <wp:positionH relativeFrom="column">
            <wp:posOffset>-739471</wp:posOffset>
          </wp:positionH>
          <wp:positionV relativeFrom="paragraph">
            <wp:posOffset>-330310</wp:posOffset>
          </wp:positionV>
          <wp:extent cx="1733384" cy="444457"/>
          <wp:effectExtent l="0" t="0" r="635" b="0"/>
          <wp:wrapNone/>
          <wp:docPr id="774504769" name="Picture 774504769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F5FA2BB-1587-E531-E4D8-03E74B8192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Text&#10;&#10;Description automatically generated">
                    <a:extLst>
                      <a:ext uri="{FF2B5EF4-FFF2-40B4-BE49-F238E27FC236}">
                        <a16:creationId xmlns:a16="http://schemas.microsoft.com/office/drawing/2014/main" id="{0F5FA2BB-1587-E531-E4D8-03E74B8192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055" cy="445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6B48">
      <w:rPr>
        <w:noProof/>
      </w:rPr>
      <w:drawing>
        <wp:anchor distT="0" distB="0" distL="114300" distR="114300" simplePos="0" relativeHeight="251658240" behindDoc="1" locked="0" layoutInCell="1" allowOverlap="1" wp14:anchorId="4BE6465D" wp14:editId="5C264722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3739" cy="684573"/>
          <wp:effectExtent l="0" t="0" r="0" b="1270"/>
          <wp:wrapNone/>
          <wp:docPr id="668119034" name="Picture 668119034" descr="Background patter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AAA121D-9E14-33B3-3C46-27E88B68B0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Background pattern&#10;&#10;Description automatically generated">
                    <a:extLst>
                      <a:ext uri="{FF2B5EF4-FFF2-40B4-BE49-F238E27FC236}">
                        <a16:creationId xmlns:a16="http://schemas.microsoft.com/office/drawing/2014/main" id="{3AAA121D-9E14-33B3-3C46-27E88B68B0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6845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78"/>
    <w:rsid w:val="00062917"/>
    <w:rsid w:val="00132147"/>
    <w:rsid w:val="002874F3"/>
    <w:rsid w:val="002A0B09"/>
    <w:rsid w:val="00310197"/>
    <w:rsid w:val="00345ACA"/>
    <w:rsid w:val="00383DC2"/>
    <w:rsid w:val="0045163F"/>
    <w:rsid w:val="004723EB"/>
    <w:rsid w:val="004C4F6D"/>
    <w:rsid w:val="00606378"/>
    <w:rsid w:val="006645A0"/>
    <w:rsid w:val="006920D8"/>
    <w:rsid w:val="007F3395"/>
    <w:rsid w:val="00866B48"/>
    <w:rsid w:val="00875508"/>
    <w:rsid w:val="00886254"/>
    <w:rsid w:val="00992DFD"/>
    <w:rsid w:val="00A21306"/>
    <w:rsid w:val="00B033F3"/>
    <w:rsid w:val="00BD1895"/>
    <w:rsid w:val="00C01568"/>
    <w:rsid w:val="00DD4E09"/>
    <w:rsid w:val="00EE4F2A"/>
    <w:rsid w:val="00F52290"/>
    <w:rsid w:val="00F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73DB4"/>
  <w15:chartTrackingRefBased/>
  <w15:docId w15:val="{E9F077B8-544C-4C35-B4AC-DF8FE6B5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B48"/>
  </w:style>
  <w:style w:type="paragraph" w:styleId="Footer">
    <w:name w:val="footer"/>
    <w:basedOn w:val="Normal"/>
    <w:link w:val="FooterChar"/>
    <w:uiPriority w:val="99"/>
    <w:unhideWhenUsed/>
    <w:rsid w:val="00866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odaghGuildea\OneDrive%20-%20Department%20of%20Biodiversity,%20Conservation%20and%20Attractions\Documents\Custom%20Office%20Templates\NWSFTCP%20Word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NWSFTCP Word Document Template</Template>
  <TotalTime>7</TotalTime>
  <Pages>2</Pages>
  <Words>41</Words>
  <Characters>268</Characters>
  <Application>Microsoft Office Word</Application>
  <DocSecurity>0</DocSecurity>
  <Lines>12</Lines>
  <Paragraphs>8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Clodagh Guildea</dc:creator>
  <cp:keywords/>
  <dc:description/>
  <cp:lastModifiedBy>Clodagh Guildea</cp:lastModifiedBy>
  <cp:revision>2</cp:revision>
  <dcterms:created xsi:type="dcterms:W3CDTF">2023-08-22T03:49:00Z</dcterms:created>
  <dcterms:modified xsi:type="dcterms:W3CDTF">2023-08-22T08:03:00Z</dcterms:modified>
</cp:coreProperties>
</file>